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  <w:r w:rsidR="00EC72DF">
        <w:rPr>
          <w:rFonts w:ascii="Univers Condensed" w:hAnsi="Univers Condensed"/>
          <w:b/>
          <w:sz w:val="45"/>
          <w:lang w:val="it-IT"/>
        </w:rPr>
        <w:t xml:space="preserve"> </w:t>
      </w:r>
      <w:bookmarkStart w:id="0" w:name="_GoBack"/>
      <w:bookmarkEnd w:id="0"/>
    </w:p>
    <w:p w:rsidR="000C1EB8" w:rsidRPr="00F834DE" w:rsidRDefault="005D121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D4968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B4310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45159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45159">
        <w:rPr>
          <w:rFonts w:ascii="Arial Narrow" w:hAnsi="Arial Narrow"/>
          <w:sz w:val="22"/>
          <w:lang w:val="de-DE"/>
        </w:rPr>
        <w:t>18</w:t>
      </w:r>
      <w:r w:rsidR="00834521">
        <w:rPr>
          <w:rFonts w:ascii="Arial Narrow" w:hAnsi="Arial Narrow"/>
          <w:sz w:val="22"/>
          <w:lang w:val="de-DE"/>
        </w:rPr>
        <w:t>.10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F45159" w:rsidRPr="00F45159" w:rsidRDefault="00F45159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92701A" w:rsidRDefault="008155DB" w:rsidP="00380B3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80B31">
        <w:rPr>
          <w:rFonts w:ascii="Arial Narrow" w:hAnsi="Arial Narrow"/>
          <w:sz w:val="22"/>
          <w:lang w:val="de-DE"/>
        </w:rPr>
        <w:t>Serversortierung (Matze)</w:t>
      </w:r>
    </w:p>
    <w:p w:rsidR="00B138C8" w:rsidRDefault="00A268ED" w:rsidP="00B138C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Bilder Webseite (Lukas)</w:t>
      </w:r>
    </w:p>
    <w:p w:rsidR="006D4968" w:rsidRPr="00B138C8" w:rsidRDefault="006D4968" w:rsidP="00B138C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Kommunikationstool – Abstimmung (Lukas/Matze)</w:t>
      </w:r>
    </w:p>
    <w:p w:rsidR="00380B31" w:rsidRDefault="00380B31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Cafete</w:t>
      </w:r>
    </w:p>
    <w:p w:rsidR="00380B31" w:rsidRDefault="00380B31" w:rsidP="00380B3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Fortschritt Türe (Matze)</w:t>
      </w:r>
    </w:p>
    <w:p w:rsidR="00380B31" w:rsidRDefault="00380B31" w:rsidP="00380B3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Tiefkühltruhe (Daniel)</w:t>
      </w:r>
    </w:p>
    <w:p w:rsidR="00556AE8" w:rsidRDefault="0022189E" w:rsidP="0092247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  <w:r w:rsidR="0092247F">
        <w:rPr>
          <w:rFonts w:ascii="Arial Narrow" w:hAnsi="Arial Narrow"/>
          <w:sz w:val="22"/>
          <w:lang w:val="de-DE"/>
        </w:rPr>
        <w:t xml:space="preserve"> </w:t>
      </w:r>
      <w:r w:rsidR="00556AE8" w:rsidRPr="0092247F">
        <w:rPr>
          <w:rFonts w:ascii="Arial Narrow" w:hAnsi="Arial Narrow"/>
          <w:sz w:val="22"/>
          <w:lang w:val="de-DE"/>
        </w:rPr>
        <w:t>Infos (Matze)</w:t>
      </w:r>
    </w:p>
    <w:p w:rsidR="006D4968" w:rsidRDefault="006D4968" w:rsidP="006D496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>-Party (Suske)</w:t>
      </w:r>
    </w:p>
    <w:p w:rsidR="006D4968" w:rsidRDefault="006D4968" w:rsidP="006D496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(Suske)</w:t>
      </w:r>
    </w:p>
    <w:p w:rsidR="006D4968" w:rsidRDefault="006D4968" w:rsidP="006D496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Schrauben fürs Kletterreferat (Suske)</w:t>
      </w:r>
    </w:p>
    <w:p w:rsidR="006D4968" w:rsidRPr="006D4968" w:rsidRDefault="006D4968" w:rsidP="006D496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Scheinzähler (Suske)</w:t>
      </w:r>
    </w:p>
    <w:p w:rsidR="00E06528" w:rsidRDefault="00E06528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VSt</w:t>
      </w:r>
    </w:p>
    <w:p w:rsidR="00E06528" w:rsidRDefault="00E06528" w:rsidP="00E0652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Posten (Matze)</w:t>
      </w:r>
    </w:p>
    <w:p w:rsidR="000B7D99" w:rsidRDefault="00E06528" w:rsidP="001B4703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Geschäftsordnung </w:t>
      </w:r>
      <w:proofErr w:type="spellStart"/>
      <w:r>
        <w:rPr>
          <w:rFonts w:ascii="Arial Narrow" w:hAnsi="Arial Narrow"/>
          <w:sz w:val="22"/>
          <w:lang w:val="de-DE"/>
        </w:rPr>
        <w:t>FuWa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:rsidR="00E81129" w:rsidRDefault="00E81129" w:rsidP="001B4703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Treffen Rektorat (Matze)</w:t>
      </w:r>
    </w:p>
    <w:p w:rsidR="00E81129" w:rsidRPr="00E81129" w:rsidRDefault="00BE230D" w:rsidP="00E8112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Getränke (Armin)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C72D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41B0C"/>
    <w:rsid w:val="00487AF4"/>
    <w:rsid w:val="004D1F62"/>
    <w:rsid w:val="004E73C0"/>
    <w:rsid w:val="00501683"/>
    <w:rsid w:val="00501BD9"/>
    <w:rsid w:val="005066BF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9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B4310"/>
    <w:rsid w:val="00DD1790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EC72DF"/>
    <w:rsid w:val="00F15EEB"/>
    <w:rsid w:val="00F45159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289299E9"/>
  <w15:docId w15:val="{74A1EE93-247E-4298-9A47-903D1BBC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Matze</cp:lastModifiedBy>
  <cp:revision>25</cp:revision>
  <cp:lastPrinted>2017-10-18T10:58:00Z</cp:lastPrinted>
  <dcterms:created xsi:type="dcterms:W3CDTF">2017-10-09T14:56:00Z</dcterms:created>
  <dcterms:modified xsi:type="dcterms:W3CDTF">2018-02-07T16:18:00Z</dcterms:modified>
</cp:coreProperties>
</file>